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1725"/>
        <w:tblW w:w="0" w:type="auto"/>
        <w:tblLook w:val="04A0"/>
      </w:tblPr>
      <w:tblGrid>
        <w:gridCol w:w="2394"/>
        <w:gridCol w:w="2394"/>
        <w:gridCol w:w="1350"/>
        <w:gridCol w:w="1044"/>
        <w:gridCol w:w="771"/>
        <w:gridCol w:w="1623"/>
      </w:tblGrid>
      <w:tr w:rsidR="00302A2C" w:rsidTr="00102A4E"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2C" w:rsidRDefault="00302A2C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Name: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71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</w:p>
        </w:tc>
      </w:tr>
      <w:tr w:rsidR="00302A2C" w:rsidTr="00102A4E">
        <w:tc>
          <w:tcPr>
            <w:tcW w:w="2394" w:type="dxa"/>
            <w:tcBorders>
              <w:left w:val="single" w:sz="4" w:space="0" w:color="auto"/>
            </w:tcBorders>
          </w:tcPr>
          <w:p w:rsidR="00302A2C" w:rsidRDefault="00302A2C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Department: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7182" w:type="dxa"/>
            <w:gridSpan w:val="5"/>
            <w:tcBorders>
              <w:right w:val="single" w:sz="4" w:space="0" w:color="auto"/>
            </w:tcBorders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</w:p>
        </w:tc>
      </w:tr>
      <w:tr w:rsidR="00302A2C" w:rsidTr="00102A4E">
        <w:tc>
          <w:tcPr>
            <w:tcW w:w="2394" w:type="dxa"/>
            <w:tcBorders>
              <w:left w:val="single" w:sz="4" w:space="0" w:color="auto"/>
            </w:tcBorders>
          </w:tcPr>
          <w:p w:rsidR="00302A2C" w:rsidRDefault="00302A2C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Date: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7182" w:type="dxa"/>
            <w:gridSpan w:val="5"/>
            <w:tcBorders>
              <w:right w:val="single" w:sz="4" w:space="0" w:color="auto"/>
            </w:tcBorders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</w:p>
        </w:tc>
      </w:tr>
      <w:tr w:rsidR="00302A2C" w:rsidTr="00102A4E">
        <w:tc>
          <w:tcPr>
            <w:tcW w:w="957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</w:tr>
      <w:tr w:rsidR="00302A2C" w:rsidTr="00102A4E">
        <w:tc>
          <w:tcPr>
            <w:tcW w:w="4788" w:type="dxa"/>
            <w:gridSpan w:val="2"/>
            <w:tcBorders>
              <w:left w:val="single" w:sz="4" w:space="0" w:color="auto"/>
            </w:tcBorders>
          </w:tcPr>
          <w:p w:rsidR="00302A2C" w:rsidRDefault="00302A2C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Have you attended in-house training classes in the past?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2394" w:type="dxa"/>
            <w:gridSpan w:val="2"/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Yes</w:t>
            </w:r>
          </w:p>
        </w:tc>
        <w:tc>
          <w:tcPr>
            <w:tcW w:w="2394" w:type="dxa"/>
            <w:gridSpan w:val="2"/>
            <w:tcBorders>
              <w:right w:val="single" w:sz="4" w:space="0" w:color="auto"/>
            </w:tcBorders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No</w:t>
            </w:r>
          </w:p>
        </w:tc>
      </w:tr>
      <w:tr w:rsidR="00302A2C" w:rsidTr="00102A4E">
        <w:tc>
          <w:tcPr>
            <w:tcW w:w="4788" w:type="dxa"/>
            <w:gridSpan w:val="2"/>
            <w:tcBorders>
              <w:left w:val="single" w:sz="4" w:space="0" w:color="auto"/>
            </w:tcBorders>
          </w:tcPr>
          <w:p w:rsidR="00302A2C" w:rsidRDefault="00302A2C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If so, were you satisfied with the class?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2394" w:type="dxa"/>
            <w:gridSpan w:val="2"/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Yes</w:t>
            </w:r>
          </w:p>
        </w:tc>
        <w:tc>
          <w:tcPr>
            <w:tcW w:w="2394" w:type="dxa"/>
            <w:gridSpan w:val="2"/>
            <w:tcBorders>
              <w:right w:val="single" w:sz="4" w:space="0" w:color="auto"/>
            </w:tcBorders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No</w:t>
            </w:r>
          </w:p>
        </w:tc>
      </w:tr>
      <w:tr w:rsidR="00302A2C" w:rsidTr="00102A4E">
        <w:tc>
          <w:tcPr>
            <w:tcW w:w="4788" w:type="dxa"/>
            <w:gridSpan w:val="2"/>
            <w:tcBorders>
              <w:left w:val="single" w:sz="4" w:space="0" w:color="auto"/>
            </w:tcBorders>
          </w:tcPr>
          <w:p w:rsidR="00302A2C" w:rsidRDefault="00302A2C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If you were not satisfied, why not?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  <w:gridSpan w:val="4"/>
            <w:tcBorders>
              <w:right w:val="single" w:sz="4" w:space="0" w:color="auto"/>
            </w:tcBorders>
          </w:tcPr>
          <w:p w:rsidR="00302A2C" w:rsidRPr="00102A4E" w:rsidRDefault="00302A2C" w:rsidP="00102A4E">
            <w:pPr>
              <w:jc w:val="center"/>
              <w:rPr>
                <w:sz w:val="32"/>
                <w:szCs w:val="32"/>
              </w:rPr>
            </w:pPr>
          </w:p>
        </w:tc>
      </w:tr>
      <w:tr w:rsidR="00102A4E" w:rsidTr="002625E5">
        <w:tc>
          <w:tcPr>
            <w:tcW w:w="4788" w:type="dxa"/>
            <w:gridSpan w:val="2"/>
            <w:tcBorders>
              <w:left w:val="single" w:sz="4" w:space="0" w:color="auto"/>
            </w:tcBorders>
          </w:tcPr>
          <w:p w:rsidR="00102A4E" w:rsidRDefault="00102A4E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Are you interested in attending in-house training in the future?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02A4E" w:rsidRPr="00102A4E" w:rsidRDefault="00102A4E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Yes</w:t>
            </w:r>
          </w:p>
        </w:tc>
      </w:tr>
      <w:tr w:rsidR="00102A4E" w:rsidTr="002625E5">
        <w:tc>
          <w:tcPr>
            <w:tcW w:w="4788" w:type="dxa"/>
            <w:gridSpan w:val="2"/>
            <w:tcBorders>
              <w:left w:val="single" w:sz="4" w:space="0" w:color="auto"/>
            </w:tcBorders>
          </w:tcPr>
          <w:p w:rsidR="00102A4E" w:rsidRDefault="00102A4E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Where would you like training classes held?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102A4E" w:rsidRPr="00102A4E" w:rsidRDefault="00D043DA" w:rsidP="00102A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Yes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02A4E" w:rsidRPr="00102A4E" w:rsidRDefault="00102A4E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No</w:t>
            </w:r>
          </w:p>
        </w:tc>
        <w:tc>
          <w:tcPr>
            <w:tcW w:w="1623" w:type="dxa"/>
            <w:tcBorders>
              <w:top w:val="single" w:sz="4" w:space="0" w:color="auto"/>
              <w:right w:val="single" w:sz="4" w:space="0" w:color="auto"/>
            </w:tcBorders>
          </w:tcPr>
          <w:p w:rsidR="00102A4E" w:rsidRPr="00102A4E" w:rsidRDefault="00102A4E" w:rsidP="00102A4E">
            <w:pPr>
              <w:jc w:val="center"/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Maybe</w:t>
            </w:r>
          </w:p>
        </w:tc>
      </w:tr>
      <w:tr w:rsidR="00102A4E" w:rsidTr="002625E5">
        <w:tc>
          <w:tcPr>
            <w:tcW w:w="47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02A4E" w:rsidRDefault="00102A4E" w:rsidP="00102A4E">
            <w:pPr>
              <w:rPr>
                <w:sz w:val="32"/>
                <w:szCs w:val="32"/>
              </w:rPr>
            </w:pPr>
            <w:r w:rsidRPr="00102A4E">
              <w:rPr>
                <w:sz w:val="32"/>
                <w:szCs w:val="32"/>
              </w:rPr>
              <w:t>Comments:</w:t>
            </w:r>
          </w:p>
          <w:p w:rsidR="00102A4E" w:rsidRPr="00102A4E" w:rsidRDefault="00102A4E" w:rsidP="00102A4E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02A4E" w:rsidRPr="00102A4E" w:rsidRDefault="00102A4E" w:rsidP="00102A4E">
            <w:pPr>
              <w:jc w:val="center"/>
              <w:rPr>
                <w:sz w:val="32"/>
                <w:szCs w:val="32"/>
              </w:rPr>
            </w:pPr>
          </w:p>
        </w:tc>
      </w:tr>
    </w:tbl>
    <w:p w:rsidR="001034CE" w:rsidRDefault="001034CE" w:rsidP="00D83D36"/>
    <w:p w:rsidR="00063330" w:rsidRDefault="00063330" w:rsidP="00D83D36"/>
    <w:p w:rsidR="00063330" w:rsidRPr="00D83D36" w:rsidRDefault="00063330" w:rsidP="00D83D36"/>
    <w:sectPr w:rsidR="00063330" w:rsidRPr="00D83D36" w:rsidSect="00D83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A2C" w:rsidRDefault="00302A2C" w:rsidP="00D83D36">
      <w:r>
        <w:separator/>
      </w:r>
    </w:p>
  </w:endnote>
  <w:endnote w:type="continuationSeparator" w:id="0">
    <w:p w:rsidR="00302A2C" w:rsidRDefault="00302A2C" w:rsidP="00D8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2C" w:rsidRDefault="00302A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2C" w:rsidRDefault="00302A2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2C" w:rsidRDefault="00302A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A2C" w:rsidRDefault="00302A2C" w:rsidP="00D83D36">
      <w:r>
        <w:separator/>
      </w:r>
    </w:p>
  </w:footnote>
  <w:footnote w:type="continuationSeparator" w:id="0">
    <w:p w:rsidR="00302A2C" w:rsidRDefault="00302A2C" w:rsidP="00D8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2C" w:rsidRDefault="00302A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2C" w:rsidRPr="00B051CB" w:rsidRDefault="00302A2C" w:rsidP="00EF64D1">
    <w:pPr>
      <w:jc w:val="center"/>
      <w:rPr>
        <w:rFonts w:ascii="Arial Black" w:hAnsi="Arial Black"/>
        <w:sz w:val="72"/>
        <w:szCs w:val="72"/>
      </w:rPr>
    </w:pPr>
    <w:r>
      <w:rPr>
        <w:rFonts w:ascii="Arial Black" w:hAnsi="Arial Black"/>
        <w:sz w:val="72"/>
        <w:szCs w:val="72"/>
      </w:rPr>
      <w:t>Long Shot</w:t>
    </w:r>
    <w:r w:rsidRPr="00B051CB">
      <w:rPr>
        <w:rFonts w:ascii="Arial Black" w:hAnsi="Arial Black"/>
        <w:sz w:val="72"/>
        <w:szCs w:val="72"/>
      </w:rPr>
      <w:t>, Inc.</w:t>
    </w:r>
  </w:p>
  <w:p w:rsidR="00302A2C" w:rsidRPr="00B051CB" w:rsidRDefault="00302A2C" w:rsidP="00EF64D1">
    <w:pPr>
      <w:jc w:val="center"/>
      <w:rPr>
        <w:rFonts w:ascii="Arial Black" w:hAnsi="Arial Black"/>
        <w:sz w:val="28"/>
        <w:szCs w:val="28"/>
      </w:rPr>
    </w:pPr>
    <w:r>
      <w:rPr>
        <w:rFonts w:ascii="Arial Black" w:hAnsi="Arial Black"/>
        <w:sz w:val="28"/>
        <w:szCs w:val="28"/>
      </w:rPr>
      <w:t>234</w:t>
    </w:r>
    <w:r w:rsidRPr="00B051CB">
      <w:rPr>
        <w:rFonts w:ascii="Arial Black" w:hAnsi="Arial Black"/>
        <w:sz w:val="28"/>
        <w:szCs w:val="28"/>
      </w:rPr>
      <w:t xml:space="preserve"> </w:t>
    </w:r>
    <w:r>
      <w:rPr>
        <w:rFonts w:ascii="Arial Black" w:hAnsi="Arial Black"/>
        <w:sz w:val="28"/>
        <w:szCs w:val="28"/>
      </w:rPr>
      <w:t>Simsbury Drive</w:t>
    </w:r>
    <w:r w:rsidRPr="00B051CB">
      <w:rPr>
        <w:rFonts w:ascii="Arial Black" w:hAnsi="Arial Black"/>
        <w:sz w:val="28"/>
        <w:szCs w:val="28"/>
      </w:rPr>
      <w:t xml:space="preserve"> </w:t>
    </w:r>
    <w:r w:rsidRPr="00EF64D1">
      <w:rPr>
        <w:rFonts w:ascii="Arial Black" w:hAnsi="Arial Black"/>
        <w:sz w:val="40"/>
        <w:szCs w:val="40"/>
      </w:rPr>
      <w:sym w:font="Webdings" w:char="F077"/>
    </w:r>
    <w:r>
      <w:rPr>
        <w:rFonts w:ascii="Arial Black" w:hAnsi="Arial Black"/>
        <w:sz w:val="28"/>
        <w:szCs w:val="28"/>
      </w:rPr>
      <w:t xml:space="preserve"> Ithaca</w:t>
    </w:r>
    <w:r w:rsidRPr="00B051CB">
      <w:rPr>
        <w:rFonts w:ascii="Arial Black" w:hAnsi="Arial Black"/>
        <w:sz w:val="28"/>
        <w:szCs w:val="28"/>
      </w:rPr>
      <w:t xml:space="preserve">, </w:t>
    </w:r>
    <w:r>
      <w:rPr>
        <w:rFonts w:ascii="Arial Black" w:hAnsi="Arial Black"/>
        <w:sz w:val="28"/>
        <w:szCs w:val="28"/>
      </w:rPr>
      <w:t>NY 14850</w:t>
    </w:r>
  </w:p>
  <w:p w:rsidR="00302A2C" w:rsidRDefault="00302A2C" w:rsidP="001034CE">
    <w:pPr>
      <w:pBdr>
        <w:bottom w:val="double" w:sz="12" w:space="1" w:color="auto"/>
      </w:pBdr>
      <w:spacing w:after="240"/>
      <w:jc w:val="center"/>
      <w:rPr>
        <w:rFonts w:ascii="Arial Black" w:hAnsi="Arial Black"/>
        <w:sz w:val="20"/>
        <w:szCs w:val="20"/>
      </w:rPr>
    </w:pPr>
    <w:r w:rsidRPr="00B051CB">
      <w:rPr>
        <w:rFonts w:ascii="Arial Black" w:hAnsi="Arial Black"/>
        <w:sz w:val="20"/>
        <w:szCs w:val="20"/>
      </w:rPr>
      <w:t xml:space="preserve">Telephone: </w:t>
    </w:r>
    <w:r>
      <w:rPr>
        <w:rFonts w:ascii="Arial Black" w:hAnsi="Arial Black"/>
        <w:sz w:val="20"/>
        <w:szCs w:val="20"/>
      </w:rPr>
      <w:t>607</w:t>
    </w:r>
    <w:r w:rsidRPr="00B051CB">
      <w:rPr>
        <w:rFonts w:ascii="Arial Black" w:hAnsi="Arial Black"/>
        <w:sz w:val="20"/>
        <w:szCs w:val="20"/>
      </w:rPr>
      <w:t xml:space="preserve">-555-9191 </w:t>
    </w:r>
    <w:r w:rsidRPr="00EF64D1">
      <w:rPr>
        <w:rFonts w:ascii="Arial Black" w:hAnsi="Arial Black"/>
        <w:sz w:val="40"/>
        <w:szCs w:val="40"/>
      </w:rPr>
      <w:sym w:font="Webdings" w:char="F077"/>
    </w:r>
    <w:r>
      <w:rPr>
        <w:rFonts w:ascii="Arial Black" w:hAnsi="Arial Black"/>
        <w:sz w:val="20"/>
        <w:szCs w:val="20"/>
      </w:rPr>
      <w:t xml:space="preserve"> </w:t>
    </w:r>
    <w:r w:rsidRPr="00B051CB">
      <w:rPr>
        <w:rFonts w:ascii="Arial Black" w:hAnsi="Arial Black"/>
        <w:sz w:val="20"/>
        <w:szCs w:val="20"/>
      </w:rPr>
      <w:t xml:space="preserve">Fax: </w:t>
    </w:r>
    <w:r>
      <w:rPr>
        <w:rFonts w:ascii="Arial Black" w:hAnsi="Arial Black"/>
        <w:sz w:val="20"/>
        <w:szCs w:val="20"/>
      </w:rPr>
      <w:t>607</w:t>
    </w:r>
    <w:r w:rsidRPr="00B051CB">
      <w:rPr>
        <w:rFonts w:ascii="Arial Black" w:hAnsi="Arial Black"/>
        <w:sz w:val="20"/>
        <w:szCs w:val="20"/>
      </w:rPr>
      <w:t xml:space="preserve">-555-9292 </w:t>
    </w:r>
    <w:r w:rsidRPr="00EF64D1">
      <w:rPr>
        <w:rFonts w:ascii="Arial Black" w:hAnsi="Arial Black"/>
        <w:sz w:val="40"/>
        <w:szCs w:val="40"/>
      </w:rPr>
      <w:sym w:font="Webdings" w:char="F077"/>
    </w:r>
    <w:r>
      <w:rPr>
        <w:rFonts w:ascii="Arial Black" w:hAnsi="Arial Black"/>
        <w:sz w:val="28"/>
        <w:szCs w:val="28"/>
      </w:rPr>
      <w:t xml:space="preserve"> </w:t>
    </w:r>
    <w:r w:rsidRPr="00B051CB">
      <w:rPr>
        <w:rFonts w:ascii="Arial Black" w:hAnsi="Arial Black"/>
        <w:sz w:val="20"/>
        <w:szCs w:val="20"/>
      </w:rPr>
      <w:t xml:space="preserve">E-mail: </w:t>
    </w:r>
    <w:r>
      <w:rPr>
        <w:rFonts w:ascii="Arial Black" w:hAnsi="Arial Black"/>
        <w:sz w:val="20"/>
        <w:szCs w:val="20"/>
      </w:rPr>
      <w:t>mail</w:t>
    </w:r>
    <w:r w:rsidRPr="00B051CB">
      <w:rPr>
        <w:rFonts w:ascii="Arial Black" w:hAnsi="Arial Black"/>
        <w:sz w:val="20"/>
        <w:szCs w:val="20"/>
      </w:rPr>
      <w:t>@</w:t>
    </w:r>
    <w:r>
      <w:rPr>
        <w:rFonts w:ascii="Arial Black" w:hAnsi="Arial Black"/>
        <w:sz w:val="20"/>
        <w:szCs w:val="20"/>
      </w:rPr>
      <w:t>longshot</w:t>
    </w:r>
    <w:r w:rsidRPr="00B051CB">
      <w:rPr>
        <w:rFonts w:ascii="Arial Black" w:hAnsi="Arial Black"/>
        <w:sz w:val="20"/>
        <w:szCs w:val="20"/>
      </w:rPr>
      <w:t>.</w:t>
    </w:r>
    <w:r>
      <w:rPr>
        <w:rFonts w:ascii="Arial Black" w:hAnsi="Arial Black"/>
        <w:sz w:val="20"/>
        <w:szCs w:val="20"/>
      </w:rPr>
      <w:t>net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A2C" w:rsidRDefault="00302A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E52B97"/>
    <w:rsid w:val="00063330"/>
    <w:rsid w:val="000704CC"/>
    <w:rsid w:val="000C256D"/>
    <w:rsid w:val="000E5BD4"/>
    <w:rsid w:val="00102A4E"/>
    <w:rsid w:val="001034CE"/>
    <w:rsid w:val="001402ED"/>
    <w:rsid w:val="00141A57"/>
    <w:rsid w:val="00163820"/>
    <w:rsid w:val="00175B73"/>
    <w:rsid w:val="00187EE2"/>
    <w:rsid w:val="00195633"/>
    <w:rsid w:val="001A42A6"/>
    <w:rsid w:val="001F4929"/>
    <w:rsid w:val="00297A56"/>
    <w:rsid w:val="002D3AA2"/>
    <w:rsid w:val="00302A2C"/>
    <w:rsid w:val="003A4DF1"/>
    <w:rsid w:val="003E1173"/>
    <w:rsid w:val="004620EC"/>
    <w:rsid w:val="00525CF9"/>
    <w:rsid w:val="005402C8"/>
    <w:rsid w:val="00582C19"/>
    <w:rsid w:val="00734498"/>
    <w:rsid w:val="00800E38"/>
    <w:rsid w:val="00881347"/>
    <w:rsid w:val="008B79B3"/>
    <w:rsid w:val="008F11CA"/>
    <w:rsid w:val="0091096B"/>
    <w:rsid w:val="00933B57"/>
    <w:rsid w:val="00937A0B"/>
    <w:rsid w:val="00941580"/>
    <w:rsid w:val="009A7803"/>
    <w:rsid w:val="009F65C7"/>
    <w:rsid w:val="00A13447"/>
    <w:rsid w:val="00A32654"/>
    <w:rsid w:val="00A8506D"/>
    <w:rsid w:val="00AB03C0"/>
    <w:rsid w:val="00AC2D9F"/>
    <w:rsid w:val="00C15A7A"/>
    <w:rsid w:val="00C47CC5"/>
    <w:rsid w:val="00D043DA"/>
    <w:rsid w:val="00D815D9"/>
    <w:rsid w:val="00D83D36"/>
    <w:rsid w:val="00DB3180"/>
    <w:rsid w:val="00DC1765"/>
    <w:rsid w:val="00E01AC3"/>
    <w:rsid w:val="00E3348D"/>
    <w:rsid w:val="00E52B97"/>
    <w:rsid w:val="00ED424B"/>
    <w:rsid w:val="00EF64D1"/>
    <w:rsid w:val="00F20E8D"/>
    <w:rsid w:val="00FA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64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034CE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D83D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83D36"/>
    <w:rPr>
      <w:sz w:val="24"/>
      <w:szCs w:val="24"/>
    </w:rPr>
  </w:style>
  <w:style w:type="paragraph" w:styleId="Footer">
    <w:name w:val="footer"/>
    <w:basedOn w:val="Normal"/>
    <w:link w:val="FooterChar"/>
    <w:rsid w:val="00D83D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D36"/>
    <w:rPr>
      <w:sz w:val="24"/>
      <w:szCs w:val="24"/>
    </w:rPr>
  </w:style>
  <w:style w:type="table" w:styleId="TableGrid">
    <w:name w:val="Table Grid"/>
    <w:basedOn w:val="TableNormal"/>
    <w:rsid w:val="00302A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udent%201.MAINXP\Application%20Data\Microsoft\Templates\Workgroup%20Templates\S73LONGSHO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75C3-A0F5-4DFE-8BB9-A2A8D3DC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S73LONGSHOT</Template>
  <TotalTime>15</TotalTime>
  <Pages>1</Pages>
  <Words>53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Long Shot, Inc</vt:lpstr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Shot, Inc</dc:title>
  <dc:subject/>
  <dc:creator>Student 1</dc:creator>
  <cp:keywords/>
  <dc:description/>
  <cp:lastModifiedBy>13gylfet</cp:lastModifiedBy>
  <cp:revision>4</cp:revision>
  <dcterms:created xsi:type="dcterms:W3CDTF">2010-03-16T14:44:00Z</dcterms:created>
  <dcterms:modified xsi:type="dcterms:W3CDTF">2010-03-16T14:59:00Z</dcterms:modified>
</cp:coreProperties>
</file>